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851" w:rsidRPr="00851085" w:rsidRDefault="00A96851">
      <w:pPr>
        <w:rPr>
          <w:color w:val="7F7F7F"/>
        </w:rPr>
      </w:pPr>
      <w:r w:rsidRPr="00851085">
        <w:rPr>
          <w:color w:val="7F7F7F"/>
        </w:rPr>
        <w:t>Student Name: ___________________________________</w:t>
      </w:r>
    </w:p>
    <w:p w:rsidR="00A96851" w:rsidRPr="00851085" w:rsidRDefault="00A96851">
      <w:pPr>
        <w:rPr>
          <w:color w:val="7F7F7F"/>
        </w:rPr>
      </w:pPr>
      <w:r w:rsidRPr="00851085">
        <w:rPr>
          <w:color w:val="7F7F7F"/>
        </w:rPr>
        <w:t>Parent Signature: ____________________________________</w:t>
      </w:r>
    </w:p>
    <w:p w:rsidR="00A96851" w:rsidRPr="00851085" w:rsidRDefault="00A96851" w:rsidP="000E743E">
      <w:pPr>
        <w:jc w:val="center"/>
        <w:rPr>
          <w:rFonts w:ascii="Arial" w:hAnsi="Arial" w:cs="Arial"/>
          <w:color w:val="7F7F7F"/>
          <w:sz w:val="28"/>
          <w:szCs w:val="28"/>
        </w:rPr>
      </w:pPr>
      <w:r w:rsidRPr="00851085">
        <w:rPr>
          <w:rFonts w:ascii="Arial" w:hAnsi="Arial" w:cs="Arial"/>
          <w:color w:val="7F7F7F"/>
          <w:sz w:val="28"/>
          <w:szCs w:val="28"/>
        </w:rPr>
        <w:t>Best Foot Forward</w:t>
      </w:r>
      <w:r w:rsidRPr="00851085">
        <w:rPr>
          <w:rFonts w:ascii="Arial" w:hAnsi="Arial" w:cs="Arial"/>
          <w:color w:val="7F7F7F"/>
          <w:sz w:val="28"/>
          <w:szCs w:val="28"/>
        </w:rPr>
        <w:br/>
        <w:t xml:space="preserve">Chapters </w:t>
      </w:r>
      <w:r>
        <w:rPr>
          <w:rFonts w:ascii="Arial" w:hAnsi="Arial" w:cs="Arial"/>
          <w:color w:val="7F7F7F"/>
          <w:sz w:val="28"/>
          <w:szCs w:val="28"/>
        </w:rPr>
        <w:t>5-7</w:t>
      </w:r>
      <w:r w:rsidRPr="00851085">
        <w:rPr>
          <w:rFonts w:ascii="Arial" w:hAnsi="Arial" w:cs="Arial"/>
          <w:color w:val="7F7F7F"/>
          <w:sz w:val="28"/>
          <w:szCs w:val="28"/>
        </w:rPr>
        <w:t xml:space="preserve"> Quiz</w:t>
      </w:r>
    </w:p>
    <w:p w:rsidR="00A96851" w:rsidRPr="00851085" w:rsidRDefault="00A96851" w:rsidP="000E743E">
      <w:pPr>
        <w:jc w:val="center"/>
        <w:rPr>
          <w:rFonts w:ascii="Arial" w:hAnsi="Arial" w:cs="Arial"/>
          <w:color w:val="7F7F7F"/>
          <w:sz w:val="28"/>
          <w:szCs w:val="28"/>
        </w:rPr>
      </w:pPr>
    </w:p>
    <w:p w:rsidR="00A96851" w:rsidRPr="00851085" w:rsidRDefault="00A96851" w:rsidP="00701C09">
      <w:pPr>
        <w:pStyle w:val="ListParagraph"/>
        <w:numPr>
          <w:ilvl w:val="0"/>
          <w:numId w:val="1"/>
        </w:numPr>
        <w:rPr>
          <w:color w:val="7F7F7F"/>
        </w:rPr>
      </w:pPr>
      <w:r w:rsidRPr="00851085">
        <w:rPr>
          <w:color w:val="7F7F7F"/>
        </w:rPr>
        <w:t>In these chapters, who begins working in the shoe store?</w:t>
      </w:r>
    </w:p>
    <w:p w:rsidR="00A96851" w:rsidRPr="00851085" w:rsidRDefault="00A96851" w:rsidP="00701C0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Jenna’s father</w:t>
      </w:r>
    </w:p>
    <w:p w:rsidR="00A96851" w:rsidRPr="00851085" w:rsidRDefault="00A96851" w:rsidP="00701C0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Yaley Cobb</w:t>
      </w:r>
    </w:p>
    <w:p w:rsidR="00A96851" w:rsidRPr="00851085" w:rsidRDefault="00A96851" w:rsidP="00701C0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Tanner Cobb</w:t>
      </w:r>
    </w:p>
    <w:p w:rsidR="00A96851" w:rsidRPr="00851085" w:rsidRDefault="00A96851" w:rsidP="00701C0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Mrs. Gladstone</w:t>
      </w:r>
      <w:r w:rsidRPr="00851085">
        <w:rPr>
          <w:color w:val="7F7F7F"/>
        </w:rPr>
        <w:br/>
      </w:r>
    </w:p>
    <w:p w:rsidR="00A96851" w:rsidRPr="00851085" w:rsidRDefault="00A96851" w:rsidP="00701C09">
      <w:pPr>
        <w:pStyle w:val="ListParagraph"/>
        <w:numPr>
          <w:ilvl w:val="0"/>
          <w:numId w:val="1"/>
        </w:numPr>
        <w:rPr>
          <w:color w:val="7F7F7F"/>
        </w:rPr>
      </w:pPr>
      <w:r w:rsidRPr="00851085">
        <w:rPr>
          <w:color w:val="7F7F7F"/>
        </w:rPr>
        <w:t>What job is given to the person who begins working in the shoe store?</w:t>
      </w:r>
    </w:p>
    <w:p w:rsidR="00A96851" w:rsidRPr="00851085" w:rsidRDefault="00A96851" w:rsidP="00701C0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Handling the cash register</w:t>
      </w:r>
    </w:p>
    <w:p w:rsidR="00A96851" w:rsidRPr="00851085" w:rsidRDefault="00A96851" w:rsidP="00701C0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Working in the stockroom</w:t>
      </w:r>
    </w:p>
    <w:p w:rsidR="00A96851" w:rsidRPr="00851085" w:rsidRDefault="00A96851" w:rsidP="00701C0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Acting as a salesperson</w:t>
      </w:r>
    </w:p>
    <w:p w:rsidR="00A96851" w:rsidRPr="00851085" w:rsidRDefault="00A96851" w:rsidP="00701C0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Store manager</w:t>
      </w:r>
      <w:r w:rsidRPr="00851085">
        <w:rPr>
          <w:color w:val="7F7F7F"/>
        </w:rPr>
        <w:br/>
      </w:r>
    </w:p>
    <w:p w:rsidR="00A96851" w:rsidRPr="00851085" w:rsidRDefault="00A96851" w:rsidP="00701C09">
      <w:pPr>
        <w:pStyle w:val="ListParagraph"/>
        <w:numPr>
          <w:ilvl w:val="0"/>
          <w:numId w:val="1"/>
        </w:numPr>
        <w:rPr>
          <w:color w:val="7F7F7F"/>
        </w:rPr>
      </w:pPr>
      <w:r w:rsidRPr="00851085">
        <w:rPr>
          <w:color w:val="7F7F7F"/>
        </w:rPr>
        <w:t>What change is forced upon the shoe store?</w:t>
      </w:r>
    </w:p>
    <w:p w:rsidR="00A96851" w:rsidRPr="00851085" w:rsidRDefault="00A96851" w:rsidP="00701C0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They are required to be closed on Sundays.</w:t>
      </w:r>
    </w:p>
    <w:p w:rsidR="00A96851" w:rsidRPr="00851085" w:rsidRDefault="00A96851" w:rsidP="00701C0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They are required to remain open two extra hours each night.</w:t>
      </w:r>
    </w:p>
    <w:p w:rsidR="00A96851" w:rsidRPr="00851085" w:rsidRDefault="00A96851" w:rsidP="00701C0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They are required to carry a new brand of shoe.</w:t>
      </w:r>
    </w:p>
    <w:p w:rsidR="00A96851" w:rsidRPr="00851085" w:rsidRDefault="00A96851" w:rsidP="00701C09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They are required to have daily specials.</w:t>
      </w:r>
      <w:r w:rsidRPr="00851085">
        <w:rPr>
          <w:color w:val="7F7F7F"/>
        </w:rPr>
        <w:br/>
      </w:r>
    </w:p>
    <w:p w:rsidR="00A96851" w:rsidRPr="00851085" w:rsidRDefault="00A96851" w:rsidP="000E743E">
      <w:pPr>
        <w:pStyle w:val="ListParagraph"/>
        <w:numPr>
          <w:ilvl w:val="0"/>
          <w:numId w:val="1"/>
        </w:numPr>
        <w:rPr>
          <w:color w:val="7F7F7F"/>
        </w:rPr>
      </w:pPr>
      <w:r w:rsidRPr="00851085">
        <w:rPr>
          <w:color w:val="7F7F7F"/>
        </w:rPr>
        <w:t>What in these chapters makes Mrs. Gladstone so upset?</w:t>
      </w:r>
    </w:p>
    <w:p w:rsidR="00A96851" w:rsidRPr="00851085" w:rsidRDefault="00A96851" w:rsidP="000E743E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Changes are being made without her knowledge.</w:t>
      </w:r>
    </w:p>
    <w:p w:rsidR="00A96851" w:rsidRPr="00851085" w:rsidRDefault="00A96851" w:rsidP="000E743E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She doesn’t like the shoe store’s newest worker.</w:t>
      </w:r>
    </w:p>
    <w:p w:rsidR="00A96851" w:rsidRPr="00851085" w:rsidRDefault="00A96851" w:rsidP="000E743E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The shoe store is losing a lot of customers.</w:t>
      </w:r>
    </w:p>
    <w:p w:rsidR="00A96851" w:rsidRPr="00851085" w:rsidRDefault="00A96851" w:rsidP="000E743E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She doesn’t like working the longer hours.</w:t>
      </w:r>
      <w:r w:rsidRPr="00851085">
        <w:rPr>
          <w:color w:val="7F7F7F"/>
        </w:rPr>
        <w:br/>
      </w:r>
    </w:p>
    <w:p w:rsidR="00A96851" w:rsidRPr="00851085" w:rsidRDefault="00A96851" w:rsidP="000E743E">
      <w:pPr>
        <w:pStyle w:val="ListParagraph"/>
        <w:numPr>
          <w:ilvl w:val="0"/>
          <w:numId w:val="1"/>
        </w:numPr>
        <w:rPr>
          <w:color w:val="7F7F7F"/>
        </w:rPr>
      </w:pPr>
      <w:r w:rsidRPr="00851085">
        <w:rPr>
          <w:color w:val="7F7F7F"/>
        </w:rPr>
        <w:t>In these chapters, Jenna finds out:</w:t>
      </w:r>
    </w:p>
    <w:p w:rsidR="00A96851" w:rsidRPr="00851085" w:rsidRDefault="00A96851" w:rsidP="000E743E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That the newest worker is stealing shoes.</w:t>
      </w:r>
    </w:p>
    <w:p w:rsidR="00A96851" w:rsidRPr="00851085" w:rsidRDefault="00A96851" w:rsidP="000E743E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That money is missing from the cash register.</w:t>
      </w:r>
    </w:p>
    <w:p w:rsidR="00A96851" w:rsidRPr="00851085" w:rsidRDefault="00A96851" w:rsidP="000E743E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That the company shoes aren’t being made the same as in the past.</w:t>
      </w:r>
    </w:p>
    <w:p w:rsidR="00A96851" w:rsidRPr="00851085" w:rsidRDefault="00A96851" w:rsidP="000E743E">
      <w:pPr>
        <w:pStyle w:val="ListParagraph"/>
        <w:numPr>
          <w:ilvl w:val="1"/>
          <w:numId w:val="1"/>
        </w:numPr>
        <w:rPr>
          <w:color w:val="7F7F7F"/>
        </w:rPr>
      </w:pPr>
      <w:r w:rsidRPr="00851085">
        <w:rPr>
          <w:color w:val="7F7F7F"/>
        </w:rPr>
        <w:t>That her father is out of jail.</w:t>
      </w:r>
    </w:p>
    <w:sectPr w:rsidR="00A96851" w:rsidRPr="00851085" w:rsidSect="008B207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851" w:rsidRDefault="00A96851" w:rsidP="000E743E">
      <w:pPr>
        <w:spacing w:after="0" w:line="240" w:lineRule="auto"/>
      </w:pPr>
      <w:r>
        <w:separator/>
      </w:r>
    </w:p>
  </w:endnote>
  <w:endnote w:type="continuationSeparator" w:id="1">
    <w:p w:rsidR="00A96851" w:rsidRDefault="00A96851" w:rsidP="000E7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851" w:rsidRDefault="00A96851" w:rsidP="000E743E">
      <w:pPr>
        <w:spacing w:after="0" w:line="240" w:lineRule="auto"/>
      </w:pPr>
      <w:r>
        <w:separator/>
      </w:r>
    </w:p>
  </w:footnote>
  <w:footnote w:type="continuationSeparator" w:id="1">
    <w:p w:rsidR="00A96851" w:rsidRDefault="00A96851" w:rsidP="000E7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851" w:rsidRDefault="00A96851" w:rsidP="000E743E">
    <w:pPr>
      <w:pStyle w:val="Header"/>
      <w:jc w:val="center"/>
    </w:pPr>
    <w:r>
      <w:t>Version A</w:t>
    </w:r>
  </w:p>
  <w:p w:rsidR="00A96851" w:rsidRDefault="00A9685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82C57"/>
    <w:multiLevelType w:val="hybridMultilevel"/>
    <w:tmpl w:val="79CAC14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1C09"/>
    <w:rsid w:val="000117DA"/>
    <w:rsid w:val="000E743E"/>
    <w:rsid w:val="00701C09"/>
    <w:rsid w:val="00702EE0"/>
    <w:rsid w:val="00722D0B"/>
    <w:rsid w:val="00851085"/>
    <w:rsid w:val="008B207A"/>
    <w:rsid w:val="00A96851"/>
    <w:rsid w:val="00EB1EDF"/>
    <w:rsid w:val="00FB7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07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01C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E7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E743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E7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E743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E7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74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165</Words>
  <Characters>947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Nate</dc:creator>
  <cp:keywords/>
  <dc:description/>
  <cp:lastModifiedBy>Nate Dechongkit</cp:lastModifiedBy>
  <cp:revision>3</cp:revision>
  <dcterms:created xsi:type="dcterms:W3CDTF">2010-11-22T10:19:00Z</dcterms:created>
  <dcterms:modified xsi:type="dcterms:W3CDTF">2010-11-29T12:25:00Z</dcterms:modified>
</cp:coreProperties>
</file>